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710" w:rsidRDefault="001B5E74">
      <w:r>
        <w:rPr>
          <w:noProof/>
        </w:rPr>
        <w:drawing>
          <wp:anchor distT="0" distB="0" distL="114300" distR="114300" simplePos="0" relativeHeight="251660288" behindDoc="1" locked="0" layoutInCell="1" allowOverlap="1" wp14:anchorId="351E8134">
            <wp:simplePos x="0" y="0"/>
            <wp:positionH relativeFrom="margin">
              <wp:align>left</wp:align>
            </wp:positionH>
            <wp:positionV relativeFrom="paragraph">
              <wp:posOffset>8298815</wp:posOffset>
            </wp:positionV>
            <wp:extent cx="1714500" cy="590550"/>
            <wp:effectExtent l="0" t="0" r="0" b="0"/>
            <wp:wrapTight wrapText="bothSides">
              <wp:wrapPolygon edited="0">
                <wp:start x="480" y="0"/>
                <wp:lineTo x="0" y="3484"/>
                <wp:lineTo x="0" y="18116"/>
                <wp:lineTo x="720" y="20903"/>
                <wp:lineTo x="6720" y="20903"/>
                <wp:lineTo x="21360" y="18116"/>
                <wp:lineTo x="21360" y="11845"/>
                <wp:lineTo x="17520" y="11148"/>
                <wp:lineTo x="17760" y="5574"/>
                <wp:lineTo x="15120" y="2787"/>
                <wp:lineTo x="6960" y="0"/>
                <wp:lineTo x="48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215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5120000" cy="1440000"/>
                <wp:effectExtent l="0" t="0" r="24765" b="273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20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6DC9" w:rsidRPr="005C2150" w:rsidRDefault="00C20FCF" w:rsidP="005C215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MAGNETIC HEA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DER A3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1190.55pt;height:113.4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">
                <v:textbox>
                  <w:txbxContent>
                    <w:p w:rsidR="00036DC9" w:rsidRPr="005C2150" w:rsidRDefault="00C20FCF" w:rsidP="005C215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MAGNETIC HEA</w:t>
                      </w: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DER A3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72710" w:rsidSect="00036DC9">
      <w:pgSz w:w="23811" w:h="16838" w:orient="landscape" w:code="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50"/>
    <w:rsid w:val="00036DC9"/>
    <w:rsid w:val="001B5E74"/>
    <w:rsid w:val="00264130"/>
    <w:rsid w:val="005C2150"/>
    <w:rsid w:val="00722DB0"/>
    <w:rsid w:val="0098527F"/>
    <w:rsid w:val="00C20FCF"/>
    <w:rsid w:val="00F7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FC71"/>
  <w15:chartTrackingRefBased/>
  <w15:docId w15:val="{7C26892D-68AF-42EE-BCCF-B187F8B0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C2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2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315D0-065A-4D5B-A662-8BAE58EB7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5D755C38</Template>
  <TotalTime>1</TotalTime>
  <Pages>1</Pages>
  <Words>0</Words>
  <Characters>2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Kupresak  | TNP Visual Workplace</dc:creator>
  <cp:keywords/>
  <dc:description/>
  <cp:lastModifiedBy>Dana Kupresak  | TNP Visual Workplace</cp:lastModifiedBy>
  <cp:revision>2</cp:revision>
  <cp:lastPrinted>2018-05-01T08:52:00Z</cp:lastPrinted>
  <dcterms:created xsi:type="dcterms:W3CDTF">2018-05-14T12:40:00Z</dcterms:created>
  <dcterms:modified xsi:type="dcterms:W3CDTF">2018-05-14T12:40:00Z</dcterms:modified>
</cp:coreProperties>
</file>