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10" w:rsidRDefault="00BD1CE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71BFFADC">
            <wp:simplePos x="0" y="0"/>
            <wp:positionH relativeFrom="margin">
              <wp:align>left</wp:align>
            </wp:positionH>
            <wp:positionV relativeFrom="paragraph">
              <wp:posOffset>5166995</wp:posOffset>
            </wp:positionV>
            <wp:extent cx="1714500" cy="590550"/>
            <wp:effectExtent l="0" t="0" r="0" b="0"/>
            <wp:wrapTight wrapText="bothSides">
              <wp:wrapPolygon edited="0">
                <wp:start x="480" y="0"/>
                <wp:lineTo x="0" y="3484"/>
                <wp:lineTo x="0" y="18116"/>
                <wp:lineTo x="720" y="20903"/>
                <wp:lineTo x="6720" y="20903"/>
                <wp:lineTo x="21360" y="18116"/>
                <wp:lineTo x="21360" y="11845"/>
                <wp:lineTo x="17520" y="11148"/>
                <wp:lineTo x="17760" y="5574"/>
                <wp:lineTo x="15120" y="2787"/>
                <wp:lineTo x="6960" y="0"/>
                <wp:lineTo x="48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215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488000" cy="1440000"/>
                <wp:effectExtent l="0" t="0" r="17780" b="273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8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150" w:rsidRPr="005C2150" w:rsidRDefault="002C70DD" w:rsidP="002C70D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MAGNETIC HEADER 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589.6pt;height:113.4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">
                <v:textbox>
                  <w:txbxContent>
                    <w:p w:rsidR="005C2150" w:rsidRPr="005C2150" w:rsidRDefault="002C70DD" w:rsidP="002C70D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MAGNETIC HEADER A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72710" w:rsidSect="005C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50"/>
    <w:rsid w:val="002C70DD"/>
    <w:rsid w:val="005C2150"/>
    <w:rsid w:val="00BD1CE5"/>
    <w:rsid w:val="00F7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E342"/>
  <w15:chartTrackingRefBased/>
  <w15:docId w15:val="{7C26892D-68AF-42EE-BCCF-B187F8B0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C70D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2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2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EAB99-CB4C-4CFB-9051-B88382AC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5D755C38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Kupresak  | TNP Visual Workplace</dc:creator>
  <cp:keywords/>
  <dc:description/>
  <cp:lastModifiedBy>Dana Kupresak  | TNP Visual Workplace</cp:lastModifiedBy>
  <cp:revision>3</cp:revision>
  <cp:lastPrinted>2018-05-01T08:52:00Z</cp:lastPrinted>
  <dcterms:created xsi:type="dcterms:W3CDTF">2018-05-01T08:49:00Z</dcterms:created>
  <dcterms:modified xsi:type="dcterms:W3CDTF">2018-05-14T12:40:00Z</dcterms:modified>
</cp:coreProperties>
</file>