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EA742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1DCEB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692000" cy="1044000"/>
                <wp:effectExtent l="0" t="0" r="14605" b="2286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2000" cy="104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9A5885" w:rsidP="00EE62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C-PROFIL</w:t>
                            </w:r>
                            <w:r w:rsidR="00157609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68488A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CM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841.9pt;height:82.2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">
                <v:textbox>
                  <w:txbxContent>
                    <w:p w:rsidR="005C2150" w:rsidRPr="005C2150" w:rsidRDefault="009A5885" w:rsidP="00EE626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C-PROFIL</w:t>
                      </w:r>
                      <w:r w:rsidR="00157609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E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 </w:t>
                      </w:r>
                      <w:r w:rsidR="0068488A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3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CM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044E97"/>
    <w:rsid w:val="00157609"/>
    <w:rsid w:val="001C65E8"/>
    <w:rsid w:val="001D4C92"/>
    <w:rsid w:val="005C2150"/>
    <w:rsid w:val="0068488A"/>
    <w:rsid w:val="0098527F"/>
    <w:rsid w:val="009A5885"/>
    <w:rsid w:val="00A71223"/>
    <w:rsid w:val="00B30A1C"/>
    <w:rsid w:val="00EA7423"/>
    <w:rsid w:val="00EE6266"/>
    <w:rsid w:val="00F66B39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E0FA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9C921-0FD9-4B02-8AE0-D25157C00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2</cp:revision>
  <cp:lastPrinted>2018-05-01T08:52:00Z</cp:lastPrinted>
  <dcterms:created xsi:type="dcterms:W3CDTF">2018-05-14T12:49:00Z</dcterms:created>
  <dcterms:modified xsi:type="dcterms:W3CDTF">2018-05-14T12:49:00Z</dcterms:modified>
</cp:coreProperties>
</file>